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441" w:rsidRDefault="00F61441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827"/>
      </w:tblGrid>
      <w:tr w:rsidR="00F61441" w:rsidTr="00F61441">
        <w:tc>
          <w:tcPr>
            <w:tcW w:w="5920" w:type="dxa"/>
          </w:tcPr>
          <w:p w:rsidR="00F61441" w:rsidRDefault="00F61441" w:rsidP="00AE33FB">
            <w:pPr>
              <w:pStyle w:val="a7"/>
              <w:jc w:val="center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:rsidR="00F61441" w:rsidRPr="00F61441" w:rsidRDefault="00F61441" w:rsidP="00F61441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  <w:r w:rsidRPr="00F61441">
              <w:rPr>
                <w:rFonts w:ascii="Times New Roman" w:eastAsia="Georgia" w:hAnsi="Times New Roman"/>
                <w:sz w:val="28"/>
                <w:szCs w:val="28"/>
              </w:rPr>
              <w:t>Приложение 7</w:t>
            </w:r>
          </w:p>
          <w:p w:rsidR="00F61441" w:rsidRPr="00F61441" w:rsidRDefault="00F61441" w:rsidP="00F61441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  <w:p w:rsidR="00F61441" w:rsidRPr="00F61441" w:rsidRDefault="00F61441" w:rsidP="00F61441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  <w:r w:rsidRPr="00F61441">
              <w:rPr>
                <w:rFonts w:ascii="Times New Roman" w:eastAsia="Georgia" w:hAnsi="Times New Roman"/>
                <w:sz w:val="28"/>
                <w:szCs w:val="28"/>
              </w:rPr>
              <w:t>УТВЕРЖДЕНЫ</w:t>
            </w:r>
          </w:p>
          <w:p w:rsidR="00F61441" w:rsidRPr="00F61441" w:rsidRDefault="00F61441" w:rsidP="00F61441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  <w:r w:rsidRPr="00F61441">
              <w:rPr>
                <w:rFonts w:ascii="Times New Roman" w:eastAsia="Georgia" w:hAnsi="Times New Roman"/>
                <w:sz w:val="28"/>
                <w:szCs w:val="28"/>
              </w:rPr>
              <w:t>решением Думы                                               муниципального образования                                                   город-курорт Геленджик</w:t>
            </w:r>
          </w:p>
          <w:p w:rsidR="00F61441" w:rsidRDefault="00F61441" w:rsidP="00F61441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  <w:r w:rsidRPr="00F61441">
              <w:rPr>
                <w:rFonts w:ascii="Times New Roman" w:eastAsia="Georgia" w:hAnsi="Times New Roman"/>
                <w:sz w:val="28"/>
                <w:szCs w:val="28"/>
              </w:rPr>
              <w:t>от_______________№_______</w:t>
            </w:r>
          </w:p>
        </w:tc>
      </w:tr>
    </w:tbl>
    <w:p w:rsidR="00F61441" w:rsidRDefault="00F61441" w:rsidP="00F61441">
      <w:pPr>
        <w:pStyle w:val="a7"/>
        <w:rPr>
          <w:rFonts w:ascii="Times New Roman" w:eastAsia="Georgia" w:hAnsi="Times New Roman"/>
          <w:sz w:val="28"/>
          <w:szCs w:val="28"/>
        </w:rPr>
      </w:pPr>
      <w:bookmarkStart w:id="0" w:name="_GoBack"/>
      <w:bookmarkEnd w:id="0"/>
    </w:p>
    <w:p w:rsidR="004F11F9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ИСТОЧНИКИ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внутреннего финансирования дефицита бюджета </w:t>
      </w:r>
      <w:r w:rsidRPr="004278BD">
        <w:rPr>
          <w:rFonts w:ascii="Times New Roman" w:eastAsia="Georgia" w:hAnsi="Times New Roman"/>
          <w:sz w:val="28"/>
          <w:szCs w:val="28"/>
        </w:rPr>
        <w:br/>
        <w:t xml:space="preserve">муниципального образования </w:t>
      </w:r>
      <w:r w:rsidR="004F11F9">
        <w:rPr>
          <w:rFonts w:ascii="Times New Roman" w:eastAsia="Georgia" w:hAnsi="Times New Roman"/>
          <w:sz w:val="28"/>
          <w:szCs w:val="28"/>
        </w:rPr>
        <w:t xml:space="preserve">городской округ </w:t>
      </w:r>
    </w:p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>город-курорт Геленджик</w:t>
      </w:r>
      <w:r w:rsidR="004F11F9">
        <w:rPr>
          <w:rFonts w:ascii="Times New Roman" w:eastAsia="Georgia" w:hAnsi="Times New Roman"/>
          <w:sz w:val="28"/>
          <w:szCs w:val="28"/>
        </w:rPr>
        <w:t xml:space="preserve"> Краснодарского края</w:t>
      </w:r>
      <w:r w:rsidRPr="004278BD">
        <w:rPr>
          <w:rFonts w:ascii="Times New Roman" w:eastAsia="Georgia" w:hAnsi="Times New Roman"/>
          <w:sz w:val="28"/>
          <w:szCs w:val="28"/>
        </w:rPr>
        <w:t xml:space="preserve">, </w:t>
      </w:r>
      <w:r w:rsidRPr="004278BD">
        <w:rPr>
          <w:rFonts w:ascii="Times New Roman" w:eastAsia="Georgia" w:hAnsi="Times New Roman"/>
          <w:sz w:val="28"/>
          <w:szCs w:val="28"/>
        </w:rPr>
        <w:br/>
        <w:t>перечень статей источников финансирования дефицитов</w:t>
      </w:r>
    </w:p>
    <w:p w:rsidR="00AE33FB" w:rsidRPr="004278BD" w:rsidRDefault="00AE33FB" w:rsidP="00AE33FB">
      <w:pPr>
        <w:pStyle w:val="a7"/>
        <w:jc w:val="center"/>
        <w:rPr>
          <w:rFonts w:ascii="Times New Roman" w:eastAsia="Georgia" w:hAnsi="Times New Roman"/>
          <w:sz w:val="28"/>
          <w:szCs w:val="28"/>
        </w:rPr>
      </w:pPr>
      <w:r w:rsidRPr="004278BD">
        <w:rPr>
          <w:rFonts w:ascii="Times New Roman" w:eastAsia="Georgia" w:hAnsi="Times New Roman"/>
          <w:sz w:val="28"/>
          <w:szCs w:val="28"/>
        </w:rPr>
        <w:t xml:space="preserve">бюджетов </w:t>
      </w:r>
      <w:r w:rsidRPr="004278BD">
        <w:rPr>
          <w:rFonts w:ascii="Times New Roman" w:hAnsi="Times New Roman"/>
          <w:sz w:val="28"/>
          <w:szCs w:val="28"/>
        </w:rPr>
        <w:t>на 202</w:t>
      </w:r>
      <w:r w:rsidR="0053175A">
        <w:rPr>
          <w:rFonts w:ascii="Times New Roman" w:hAnsi="Times New Roman"/>
          <w:sz w:val="28"/>
          <w:szCs w:val="28"/>
        </w:rPr>
        <w:t>6</w:t>
      </w:r>
      <w:r w:rsidRPr="004278BD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53175A">
        <w:rPr>
          <w:rFonts w:ascii="Times New Roman" w:hAnsi="Times New Roman"/>
          <w:sz w:val="28"/>
          <w:szCs w:val="28"/>
        </w:rPr>
        <w:t>7</w:t>
      </w:r>
      <w:r w:rsidRPr="004278BD">
        <w:rPr>
          <w:rFonts w:ascii="Times New Roman" w:hAnsi="Times New Roman"/>
          <w:sz w:val="28"/>
          <w:szCs w:val="28"/>
        </w:rPr>
        <w:t xml:space="preserve"> и 202</w:t>
      </w:r>
      <w:r w:rsidR="0053175A">
        <w:rPr>
          <w:rFonts w:ascii="Times New Roman" w:hAnsi="Times New Roman"/>
          <w:sz w:val="28"/>
          <w:szCs w:val="28"/>
        </w:rPr>
        <w:t>8</w:t>
      </w:r>
      <w:r w:rsidRPr="004278BD">
        <w:rPr>
          <w:rFonts w:ascii="Times New Roman" w:hAnsi="Times New Roman"/>
          <w:sz w:val="28"/>
          <w:szCs w:val="28"/>
        </w:rPr>
        <w:t xml:space="preserve"> годов</w:t>
      </w:r>
    </w:p>
    <w:p w:rsidR="00AE33FB" w:rsidRPr="004278BD" w:rsidRDefault="00AE33FB" w:rsidP="00AE33FB">
      <w:pPr>
        <w:rPr>
          <w:sz w:val="2"/>
          <w:szCs w:val="2"/>
        </w:rPr>
      </w:pPr>
    </w:p>
    <w:tbl>
      <w:tblPr>
        <w:tblW w:w="9639" w:type="dxa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1417"/>
        <w:gridCol w:w="4395"/>
        <w:gridCol w:w="1276"/>
        <w:gridCol w:w="1276"/>
        <w:gridCol w:w="1275"/>
      </w:tblGrid>
      <w:tr w:rsidR="00AE33FB" w:rsidRPr="004278BD" w:rsidTr="00693B67">
        <w:trPr>
          <w:cantSplit/>
        </w:trPr>
        <w:tc>
          <w:tcPr>
            <w:tcW w:w="9639" w:type="dxa"/>
            <w:gridSpan w:val="5"/>
          </w:tcPr>
          <w:p w:rsidR="00AE33FB" w:rsidRPr="00AE33FB" w:rsidRDefault="00AE33FB" w:rsidP="00693B67">
            <w:pPr>
              <w:pStyle w:val="a7"/>
              <w:rPr>
                <w:rFonts w:ascii="Times New Roman" w:eastAsia="Georgia" w:hAnsi="Times New Roman"/>
                <w:sz w:val="28"/>
                <w:szCs w:val="28"/>
              </w:rPr>
            </w:pPr>
          </w:p>
        </w:tc>
      </w:tr>
      <w:tr w:rsidR="00AE33FB" w:rsidRPr="004278BD" w:rsidTr="00693B67">
        <w:trPr>
          <w:cantSplit/>
        </w:trPr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E33FB" w:rsidRPr="004278BD" w:rsidRDefault="00AE33FB" w:rsidP="00693B67">
            <w:pPr>
              <w:jc w:val="right"/>
              <w:rPr>
                <w:rFonts w:eastAsia="Georgia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 (тыс. рублей)</w:t>
            </w:r>
          </w:p>
        </w:tc>
      </w:tr>
      <w:tr w:rsidR="00AE33FB" w:rsidRPr="004278BD" w:rsidTr="00693B67">
        <w:trPr>
          <w:cantSplit/>
        </w:trPr>
        <w:tc>
          <w:tcPr>
            <w:tcW w:w="58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Наименование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 </w:t>
            </w:r>
          </w:p>
        </w:tc>
      </w:tr>
      <w:tr w:rsidR="00AE33FB" w:rsidRPr="004278BD" w:rsidTr="00693B67">
        <w:trPr>
          <w:cantSplit/>
        </w:trPr>
        <w:tc>
          <w:tcPr>
            <w:tcW w:w="581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Pr="004278BD" w:rsidRDefault="00AE33FB" w:rsidP="00693B67">
            <w:pPr>
              <w:rPr>
                <w:rFonts w:eastAsia="Georgia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53175A" w:rsidP="00693B67">
            <w:pPr>
              <w:jc w:val="center"/>
              <w:rPr>
                <w:szCs w:val="24"/>
              </w:rPr>
            </w:pPr>
            <w:r>
              <w:t>2026</w:t>
            </w:r>
            <w:r w:rsidR="00AE33FB"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53175A" w:rsidP="00693B67">
            <w:pPr>
              <w:jc w:val="center"/>
              <w:rPr>
                <w:szCs w:val="24"/>
              </w:rPr>
            </w:pPr>
            <w:r>
              <w:t>2027</w:t>
            </w:r>
            <w:r w:rsidR="00AE33FB"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AE33FB" w:rsidRDefault="0053175A" w:rsidP="00693B67">
            <w:pPr>
              <w:jc w:val="center"/>
              <w:rPr>
                <w:szCs w:val="24"/>
              </w:rPr>
            </w:pPr>
            <w:r>
              <w:t>2028</w:t>
            </w:r>
            <w:r w:rsidR="00AE33FB">
              <w:t xml:space="preserve"> год</w:t>
            </w:r>
          </w:p>
        </w:tc>
      </w:tr>
    </w:tbl>
    <w:p w:rsidR="00AE33FB" w:rsidRPr="004278BD" w:rsidRDefault="00AE33FB" w:rsidP="00AE33FB">
      <w:pPr>
        <w:rPr>
          <w:rFonts w:eastAsia="Georgia"/>
          <w:sz w:val="2"/>
        </w:rPr>
      </w:pPr>
    </w:p>
    <w:tbl>
      <w:tblPr>
        <w:tblW w:w="964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5817"/>
        <w:gridCol w:w="1281"/>
        <w:gridCol w:w="1281"/>
        <w:gridCol w:w="1265"/>
      </w:tblGrid>
      <w:tr w:rsidR="00AE33FB" w:rsidRPr="004278BD" w:rsidTr="00693B67">
        <w:trPr>
          <w:tblHeader/>
        </w:trPr>
        <w:tc>
          <w:tcPr>
            <w:tcW w:w="5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E33FB" w:rsidRPr="004278BD" w:rsidRDefault="00AE33FB" w:rsidP="00693B67">
            <w:pPr>
              <w:jc w:val="center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4</w:t>
            </w: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 xml:space="preserve">Источники внутреннего финансирования дефицита бюджета </w:t>
            </w:r>
            <w:r w:rsidRPr="004278BD">
              <w:rPr>
                <w:rFonts w:eastAsia="Georgia"/>
                <w:bCs/>
              </w:rPr>
              <w:t>муниципального</w:t>
            </w:r>
            <w:r w:rsidRPr="004278BD">
              <w:rPr>
                <w:rFonts w:eastAsia="Georgia"/>
              </w:rPr>
              <w:t xml:space="preserve"> образования </w:t>
            </w:r>
            <w:r w:rsidR="004F11F9">
              <w:rPr>
                <w:rFonts w:eastAsia="Georgia"/>
              </w:rPr>
              <w:t xml:space="preserve">городской округ </w:t>
            </w:r>
            <w:r w:rsidRPr="004278BD">
              <w:rPr>
                <w:rFonts w:eastAsia="Georgia"/>
              </w:rPr>
              <w:t>город-курорт Геленджик</w:t>
            </w:r>
            <w:r w:rsidR="004F11F9">
              <w:rPr>
                <w:rFonts w:eastAsia="Georgia"/>
              </w:rPr>
              <w:t xml:space="preserve"> Краснодарского края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53175A" w:rsidP="00693B67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</w:rPr>
              <w:t>0,0</w:t>
            </w: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693B67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в том числе: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EF545B" w:rsidRDefault="00AE33FB" w:rsidP="00693B67">
            <w:pPr>
              <w:rPr>
                <w:rFonts w:eastAsia="Georgia"/>
                <w:sz w:val="16"/>
                <w:szCs w:val="16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both"/>
              <w:rPr>
                <w:rFonts w:eastAsia="Georgia"/>
                <w:szCs w:val="24"/>
              </w:rPr>
            </w:pPr>
            <w:proofErr w:type="gramStart"/>
            <w:r w:rsidRPr="004278BD">
              <w:rPr>
                <w:rFonts w:eastAsia="Georgia"/>
                <w:bCs/>
                <w:szCs w:val="24"/>
              </w:rPr>
              <w:t>Разница между привлеченными и погашенными мун</w:t>
            </w:r>
            <w:r w:rsidRPr="004278BD">
              <w:rPr>
                <w:rFonts w:eastAsia="Georgia"/>
                <w:bCs/>
                <w:szCs w:val="24"/>
              </w:rPr>
              <w:t>и</w:t>
            </w:r>
            <w:r w:rsidRPr="004278BD">
              <w:rPr>
                <w:rFonts w:eastAsia="Georgia"/>
                <w:bCs/>
                <w:szCs w:val="24"/>
              </w:rPr>
              <w:t>ципальным образованием в валюте Российской Фед</w:t>
            </w:r>
            <w:r w:rsidRPr="004278BD">
              <w:rPr>
                <w:rFonts w:eastAsia="Georgia"/>
                <w:bCs/>
                <w:szCs w:val="24"/>
              </w:rPr>
              <w:t>е</w:t>
            </w:r>
            <w:r w:rsidRPr="004278BD">
              <w:rPr>
                <w:rFonts w:eastAsia="Georgia"/>
                <w:bCs/>
                <w:szCs w:val="24"/>
              </w:rPr>
              <w:t>рации бюджетными кредитами, предоставленными местному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  <w:szCs w:val="24"/>
              </w:rPr>
              <w:t>0</w:t>
            </w:r>
            <w:r w:rsidRPr="004278BD">
              <w:rPr>
                <w:rFonts w:eastAsia="Georgia"/>
                <w:szCs w:val="24"/>
              </w:rPr>
              <w:t>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 xml:space="preserve"> 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</w:p>
        </w:tc>
      </w:tr>
      <w:tr w:rsidR="00AE33FB" w:rsidRPr="004278BD" w:rsidTr="00693B67"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both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bCs/>
                <w:szCs w:val="24"/>
              </w:rPr>
              <w:t>Изменение остатков средств на счетах по учету средств местного бюджета в течение соответствующего фина</w:t>
            </w:r>
            <w:r w:rsidRPr="004278BD">
              <w:rPr>
                <w:rFonts w:eastAsia="Georgia"/>
                <w:bCs/>
                <w:szCs w:val="24"/>
              </w:rPr>
              <w:t>н</w:t>
            </w:r>
            <w:r w:rsidRPr="004278BD">
              <w:rPr>
                <w:rFonts w:eastAsia="Georgia"/>
                <w:bCs/>
                <w:szCs w:val="24"/>
              </w:rPr>
              <w:t>сового года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>
              <w:rPr>
                <w:rFonts w:eastAsia="Georgia"/>
              </w:rPr>
              <w:t>0</w:t>
            </w:r>
            <w:r w:rsidRPr="004278BD">
              <w:rPr>
                <w:rFonts w:eastAsia="Georgia"/>
              </w:rPr>
              <w:t>,</w:t>
            </w:r>
            <w:r>
              <w:rPr>
                <w:rFonts w:eastAsia="Georgia"/>
              </w:rPr>
              <w:t>0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693B67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3FB" w:rsidRPr="004278BD" w:rsidRDefault="00AE33FB" w:rsidP="00AE33FB">
            <w:pPr>
              <w:jc w:val="right"/>
              <w:rPr>
                <w:rFonts w:eastAsia="Georgia"/>
                <w:szCs w:val="24"/>
              </w:rPr>
            </w:pPr>
            <w:r w:rsidRPr="004278BD">
              <w:rPr>
                <w:rFonts w:eastAsia="Georgia"/>
                <w:szCs w:val="24"/>
              </w:rPr>
              <w:t>0,0</w:t>
            </w:r>
          </w:p>
        </w:tc>
      </w:tr>
    </w:tbl>
    <w:p w:rsidR="001A5BE4" w:rsidRDefault="001A5BE4" w:rsidP="001A5BE4"/>
    <w:p w:rsidR="00AE33FB" w:rsidRDefault="00AE33FB" w:rsidP="001A5BE4"/>
    <w:tbl>
      <w:tblPr>
        <w:tblW w:w="1112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2888"/>
        <w:gridCol w:w="1415"/>
        <w:gridCol w:w="431"/>
        <w:gridCol w:w="608"/>
        <w:gridCol w:w="807"/>
        <w:gridCol w:w="608"/>
        <w:gridCol w:w="597"/>
        <w:gridCol w:w="1415"/>
        <w:gridCol w:w="870"/>
        <w:gridCol w:w="534"/>
        <w:gridCol w:w="534"/>
        <w:gridCol w:w="417"/>
      </w:tblGrid>
      <w:tr w:rsidR="001A5BE4" w:rsidTr="00693B67">
        <w:trPr>
          <w:gridAfter w:val="1"/>
          <w:wAfter w:w="417" w:type="dxa"/>
          <w:cantSplit/>
        </w:trPr>
        <w:tc>
          <w:tcPr>
            <w:tcW w:w="4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693B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  <w:tc>
          <w:tcPr>
            <w:tcW w:w="19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</w:tr>
      <w:tr w:rsidR="001A5BE4" w:rsidTr="00693B67">
        <w:trPr>
          <w:gridAfter w:val="2"/>
          <w:wAfter w:w="951" w:type="dxa"/>
          <w:cantSplit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bottom"/>
            <w:hideMark/>
          </w:tcPr>
          <w:p w:rsidR="001A5BE4" w:rsidRDefault="001A5BE4" w:rsidP="001A5BE4">
            <w:pPr>
              <w:rPr>
                <w:sz w:val="28"/>
                <w:szCs w:val="28"/>
              </w:rPr>
            </w:pPr>
          </w:p>
        </w:tc>
        <w:tc>
          <w:tcPr>
            <w:tcW w:w="1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693B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BE4" w:rsidRDefault="001A5BE4" w:rsidP="00693B67">
            <w:pPr>
              <w:rPr>
                <w:sz w:val="28"/>
                <w:szCs w:val="28"/>
              </w:rPr>
            </w:pPr>
          </w:p>
        </w:tc>
      </w:tr>
      <w:tr w:rsidR="00693B67" w:rsidTr="00693B67"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B67" w:rsidRDefault="004F11F9" w:rsidP="00693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693B67">
              <w:rPr>
                <w:sz w:val="28"/>
                <w:szCs w:val="28"/>
              </w:rPr>
              <w:t xml:space="preserve"> муниципального образования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93B67" w:rsidRDefault="00693B67" w:rsidP="00693B67">
            <w:pPr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3B67" w:rsidRDefault="00693B67" w:rsidP="00693B6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3"/>
            <w:vAlign w:val="bottom"/>
          </w:tcPr>
          <w:p w:rsidR="00693B67" w:rsidRDefault="00693B67" w:rsidP="00693B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3B67" w:rsidTr="00693B67">
        <w:tc>
          <w:tcPr>
            <w:tcW w:w="47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3B67" w:rsidRDefault="00693B67" w:rsidP="00693B6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93B67" w:rsidRDefault="00693B67" w:rsidP="00693B6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29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93B67" w:rsidRDefault="004F11F9" w:rsidP="00693B6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</w:p>
        </w:tc>
        <w:tc>
          <w:tcPr>
            <w:tcW w:w="1485" w:type="dxa"/>
            <w:gridSpan w:val="3"/>
            <w:vAlign w:val="bottom"/>
          </w:tcPr>
          <w:p w:rsidR="00693B67" w:rsidRDefault="00693B67" w:rsidP="00693B6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5BE4" w:rsidRPr="00641076" w:rsidRDefault="001A5BE4" w:rsidP="001A5BE4"/>
    <w:p w:rsidR="002500BB" w:rsidRPr="001A5BE4" w:rsidRDefault="002500BB" w:rsidP="001A5BE4"/>
    <w:sectPr w:rsidR="002500BB" w:rsidRPr="001A5BE4" w:rsidSect="001A5BE4">
      <w:headerReference w:type="default" r:id="rId7"/>
      <w:pgSz w:w="11906" w:h="16838"/>
      <w:pgMar w:top="1134" w:right="1134" w:bottom="560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C62" w:rsidRDefault="00247C62" w:rsidP="00E12559">
      <w:r>
        <w:separator/>
      </w:r>
    </w:p>
  </w:endnote>
  <w:endnote w:type="continuationSeparator" w:id="0">
    <w:p w:rsidR="00247C62" w:rsidRDefault="00247C6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C62" w:rsidRDefault="00247C62" w:rsidP="00E12559">
      <w:r>
        <w:separator/>
      </w:r>
    </w:p>
  </w:footnote>
  <w:footnote w:type="continuationSeparator" w:id="0">
    <w:p w:rsidR="00247C62" w:rsidRDefault="00247C6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247C62" w:rsidRDefault="00247C6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47C62" w:rsidRDefault="00247C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E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5BE4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47C62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0553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1F9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175A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679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3B67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4EC1"/>
    <w:rsid w:val="00AD6F6B"/>
    <w:rsid w:val="00AD7A27"/>
    <w:rsid w:val="00AE12A8"/>
    <w:rsid w:val="00AE1479"/>
    <w:rsid w:val="00AE2A01"/>
    <w:rsid w:val="00AE33FB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441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  <w:style w:type="table" w:styleId="a8">
    <w:name w:val="Table Grid"/>
    <w:basedOn w:val="a1"/>
    <w:uiPriority w:val="59"/>
    <w:rsid w:val="00F6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No Spacing"/>
    <w:uiPriority w:val="1"/>
    <w:qFormat/>
    <w:rsid w:val="00AE33FB"/>
    <w:rPr>
      <w:rFonts w:ascii="Calibri" w:eastAsia="Times New Roman" w:hAnsi="Calibri"/>
      <w:sz w:val="22"/>
      <w:szCs w:val="22"/>
      <w:lang w:eastAsia="ru-RU"/>
    </w:rPr>
  </w:style>
  <w:style w:type="table" w:styleId="a8">
    <w:name w:val="Table Grid"/>
    <w:basedOn w:val="a1"/>
    <w:uiPriority w:val="59"/>
    <w:rsid w:val="00F61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2025-10-30T07:18:00Z</cp:lastPrinted>
  <dcterms:created xsi:type="dcterms:W3CDTF">2025-12-12T08:34:00Z</dcterms:created>
  <dcterms:modified xsi:type="dcterms:W3CDTF">2025-12-12T08:34:00Z</dcterms:modified>
</cp:coreProperties>
</file>